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11" w:rsidRDefault="00B47C11" w:rsidP="000158A4">
      <w:pPr>
        <w:spacing w:before="240"/>
        <w:jc w:val="center"/>
        <w:rPr>
          <w:b/>
        </w:rPr>
      </w:pPr>
      <w:r w:rsidRPr="003E74FA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Герб ППО (вектор) черная" style="width:66pt;height:88.5pt;visibility:visible">
            <v:imagedata r:id="rId4" o:title=""/>
          </v:shape>
        </w:pict>
      </w: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B47C11" w:rsidTr="006B3B4D">
        <w:tc>
          <w:tcPr>
            <w:tcW w:w="9720" w:type="dxa"/>
          </w:tcPr>
          <w:p w:rsidR="00B47C11" w:rsidRDefault="00B47C11" w:rsidP="006B3B4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B47C11" w:rsidRDefault="00B47C11" w:rsidP="006B3B4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ПУШАНИНСКОГО СЕЛЬСОВЕТА</w:t>
            </w:r>
          </w:p>
          <w:p w:rsidR="00B47C11" w:rsidRDefault="00B47C11" w:rsidP="000158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</w:tc>
      </w:tr>
    </w:tbl>
    <w:p w:rsidR="00B47C11" w:rsidRDefault="00B47C11" w:rsidP="005C2246">
      <w:pPr>
        <w:spacing w:before="240"/>
        <w:jc w:val="center"/>
        <w:rPr>
          <w:b/>
        </w:rPr>
      </w:pPr>
      <w:r>
        <w:rPr>
          <w:b/>
        </w:rPr>
        <w:t>ШЕСТОГО СОЗЫВА</w:t>
      </w:r>
    </w:p>
    <w:p w:rsidR="00B47C11" w:rsidRDefault="00B47C11" w:rsidP="00C64064">
      <w:pPr>
        <w:spacing w:before="240"/>
        <w:jc w:val="center"/>
        <w:rPr>
          <w:b/>
        </w:rPr>
      </w:pPr>
      <w:r>
        <w:rPr>
          <w:b/>
        </w:rPr>
        <w:t xml:space="preserve">РЕШЕНИЕ       </w:t>
      </w:r>
    </w:p>
    <w:p w:rsidR="00B47C11" w:rsidRDefault="00B47C11" w:rsidP="00C64064">
      <w:pPr>
        <w:jc w:val="center"/>
        <w:rPr>
          <w:b/>
        </w:rPr>
      </w:pPr>
    </w:p>
    <w:p w:rsidR="00B47C11" w:rsidRDefault="00B47C11" w:rsidP="00C64064">
      <w:pPr>
        <w:jc w:val="center"/>
        <w:rPr>
          <w:b/>
        </w:rPr>
      </w:pPr>
    </w:p>
    <w:p w:rsidR="00B47C11" w:rsidRPr="00C33937" w:rsidRDefault="00B47C11" w:rsidP="00C64064">
      <w:pPr>
        <w:jc w:val="center"/>
        <w:rPr>
          <w:b/>
        </w:rPr>
      </w:pPr>
      <w:r w:rsidRPr="00C33937">
        <w:rPr>
          <w:b/>
        </w:rPr>
        <w:t xml:space="preserve">от </w:t>
      </w:r>
      <w:r>
        <w:rPr>
          <w:b/>
        </w:rPr>
        <w:t xml:space="preserve"> ___28.01.2021__  №  _98-41-6___</w:t>
      </w:r>
    </w:p>
    <w:p w:rsidR="00B47C11" w:rsidRDefault="00B47C11" w:rsidP="00C64064">
      <w:pPr>
        <w:pStyle w:val="ConsPlusNormal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с.Пушанино</w:t>
      </w:r>
    </w:p>
    <w:p w:rsidR="00B47C11" w:rsidRDefault="00B47C11" w:rsidP="00C64064">
      <w:pPr>
        <w:jc w:val="center"/>
      </w:pPr>
    </w:p>
    <w:p w:rsidR="00B47C11" w:rsidRPr="00CA4F71" w:rsidRDefault="00B47C11" w:rsidP="00CA4F71">
      <w:pPr>
        <w:autoSpaceDE w:val="0"/>
        <w:autoSpaceDN w:val="0"/>
        <w:adjustRightInd w:val="0"/>
        <w:ind w:firstLine="540"/>
        <w:jc w:val="center"/>
        <w:rPr>
          <w:b/>
          <w:i/>
          <w:color w:val="FF0000"/>
          <w:sz w:val="28"/>
          <w:szCs w:val="28"/>
        </w:rPr>
      </w:pPr>
      <w:r w:rsidRPr="00CA4F71">
        <w:rPr>
          <w:b/>
          <w:sz w:val="28"/>
          <w:szCs w:val="28"/>
        </w:rPr>
        <w:t>О признании утратившим силу решение Комитета местного самоуправления Пушанинского сельсовета Белинского района Пензенской области от 29.01.2020 № 40-14-6 «Об утверждении стоимости гарантированного перечня услуг по погребению в Пушанинского сельсовете Белинского района Пензенской области»</w:t>
      </w:r>
    </w:p>
    <w:p w:rsidR="00B47C11" w:rsidRDefault="00B47C11" w:rsidP="00C64064">
      <w:pPr>
        <w:tabs>
          <w:tab w:val="left" w:pos="3135"/>
        </w:tabs>
        <w:rPr>
          <w:sz w:val="28"/>
          <w:szCs w:val="28"/>
        </w:rPr>
      </w:pPr>
    </w:p>
    <w:p w:rsidR="00B47C11" w:rsidRDefault="00B47C11" w:rsidP="007D1654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последующими изменениями), на основании </w:t>
      </w:r>
      <w:r w:rsidRPr="009D3EEC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9D3EEC">
        <w:rPr>
          <w:sz w:val="28"/>
          <w:szCs w:val="28"/>
        </w:rPr>
        <w:t xml:space="preserve"> 9 </w:t>
      </w:r>
      <w:r>
        <w:rPr>
          <w:sz w:val="28"/>
          <w:szCs w:val="28"/>
        </w:rPr>
        <w:t xml:space="preserve">,12 </w:t>
      </w:r>
      <w:r w:rsidRPr="009D3EEC">
        <w:rPr>
          <w:sz w:val="28"/>
          <w:szCs w:val="28"/>
        </w:rPr>
        <w:t>Федерального закона о</w:t>
      </w:r>
      <w:r>
        <w:rPr>
          <w:sz w:val="28"/>
          <w:szCs w:val="28"/>
        </w:rPr>
        <w:t>т 12.01.1996 N 8-ФЗ «</w:t>
      </w:r>
      <w:r w:rsidRPr="009D3EEC">
        <w:rPr>
          <w:sz w:val="28"/>
          <w:szCs w:val="28"/>
        </w:rPr>
        <w:t>О погребении и похоронном деле» (</w:t>
      </w:r>
      <w:r w:rsidRPr="000158A4">
        <w:rPr>
          <w:sz w:val="28"/>
          <w:szCs w:val="28"/>
        </w:rPr>
        <w:t>с последующими изменениями)</w:t>
      </w:r>
      <w:r>
        <w:rPr>
          <w:sz w:val="28"/>
          <w:szCs w:val="28"/>
        </w:rPr>
        <w:t xml:space="preserve">, </w:t>
      </w:r>
      <w:r w:rsidRPr="002677FF">
        <w:rPr>
          <w:color w:val="000000"/>
          <w:sz w:val="28"/>
          <w:szCs w:val="28"/>
        </w:rPr>
        <w:t xml:space="preserve">Федеральным </w:t>
      </w:r>
      <w:r>
        <w:rPr>
          <w:color w:val="000000"/>
          <w:sz w:val="28"/>
          <w:szCs w:val="28"/>
        </w:rPr>
        <w:t>законом от 19.12.2016 N 444-ФЗ «</w:t>
      </w:r>
      <w:r w:rsidRPr="002677FF">
        <w:rPr>
          <w:color w:val="000000"/>
          <w:sz w:val="28"/>
          <w:szCs w:val="28"/>
        </w:rPr>
        <w:t>О внесении изменений в отдельные законодательные акты Российской Федерации в части изменения порядка индексации выплат, пособий</w:t>
      </w:r>
      <w:r>
        <w:rPr>
          <w:color w:val="000000"/>
          <w:sz w:val="28"/>
          <w:szCs w:val="28"/>
        </w:rPr>
        <w:t xml:space="preserve"> </w:t>
      </w:r>
      <w:r w:rsidRPr="002677FF">
        <w:rPr>
          <w:color w:val="000000"/>
          <w:sz w:val="28"/>
          <w:szCs w:val="28"/>
        </w:rPr>
        <w:t>и компенсаций, установленных законодательством Российской Федерации, и приостановлении</w:t>
      </w:r>
      <w:r>
        <w:rPr>
          <w:color w:val="000000"/>
          <w:sz w:val="28"/>
          <w:szCs w:val="28"/>
        </w:rPr>
        <w:t xml:space="preserve"> </w:t>
      </w:r>
      <w:r w:rsidRPr="002677FF">
        <w:rPr>
          <w:color w:val="000000"/>
          <w:sz w:val="28"/>
          <w:szCs w:val="28"/>
        </w:rPr>
        <w:t xml:space="preserve">действия части </w:t>
      </w:r>
      <w:r>
        <w:rPr>
          <w:color w:val="000000"/>
          <w:sz w:val="28"/>
          <w:szCs w:val="28"/>
        </w:rPr>
        <w:t>2 статьи 6 Федерального закона «</w:t>
      </w:r>
      <w:r w:rsidRPr="002677FF">
        <w:rPr>
          <w:color w:val="000000"/>
          <w:sz w:val="28"/>
          <w:szCs w:val="28"/>
        </w:rPr>
        <w:t>О дополнительных мерах государственной</w:t>
      </w:r>
      <w:r>
        <w:rPr>
          <w:color w:val="000000"/>
          <w:sz w:val="28"/>
          <w:szCs w:val="28"/>
        </w:rPr>
        <w:t xml:space="preserve"> поддержки семей, имеющих детей»</w:t>
      </w:r>
      <w:r>
        <w:rPr>
          <w:sz w:val="28"/>
          <w:szCs w:val="28"/>
        </w:rPr>
        <w:t xml:space="preserve">, </w:t>
      </w:r>
      <w:r w:rsidRPr="00EE36B6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Пушанинского</w:t>
      </w:r>
      <w:r w:rsidRPr="00EE36B6">
        <w:rPr>
          <w:sz w:val="28"/>
          <w:szCs w:val="28"/>
        </w:rPr>
        <w:t xml:space="preserve"> сельсовета Белинского района Пензенской области </w:t>
      </w:r>
      <w:r w:rsidRPr="002F16C5">
        <w:rPr>
          <w:color w:val="000000"/>
          <w:sz w:val="28"/>
          <w:szCs w:val="28"/>
        </w:rPr>
        <w:t>от 13.01.2017 № 2</w:t>
      </w:r>
      <w:r w:rsidRPr="00EE36B6">
        <w:rPr>
          <w:sz w:val="28"/>
          <w:szCs w:val="28"/>
        </w:rPr>
        <w:t xml:space="preserve"> «Об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дела»</w:t>
      </w:r>
      <w:r>
        <w:rPr>
          <w:sz w:val="28"/>
          <w:szCs w:val="28"/>
        </w:rPr>
        <w:t>, Уставом Пушанинского  сельсовета Белинского района Пензенской области,</w:t>
      </w:r>
    </w:p>
    <w:p w:rsidR="00B47C11" w:rsidRDefault="00B47C11" w:rsidP="00D57D3E">
      <w:pPr>
        <w:ind w:firstLine="709"/>
        <w:jc w:val="both"/>
        <w:rPr>
          <w:b/>
          <w:sz w:val="28"/>
          <w:szCs w:val="28"/>
        </w:rPr>
      </w:pPr>
    </w:p>
    <w:p w:rsidR="00B47C11" w:rsidRDefault="00B47C11" w:rsidP="000158A4">
      <w:pPr>
        <w:ind w:firstLine="709"/>
        <w:jc w:val="center"/>
        <w:rPr>
          <w:b/>
          <w:sz w:val="28"/>
          <w:szCs w:val="28"/>
        </w:rPr>
      </w:pPr>
      <w:r w:rsidRPr="00C64064">
        <w:rPr>
          <w:b/>
          <w:sz w:val="28"/>
          <w:szCs w:val="28"/>
        </w:rPr>
        <w:t xml:space="preserve">Комитет местного самоуправления </w:t>
      </w:r>
      <w:r>
        <w:rPr>
          <w:b/>
          <w:sz w:val="28"/>
          <w:szCs w:val="28"/>
        </w:rPr>
        <w:t xml:space="preserve">Пушанинского </w:t>
      </w:r>
      <w:r w:rsidRPr="00C64064">
        <w:rPr>
          <w:b/>
          <w:sz w:val="28"/>
          <w:szCs w:val="28"/>
        </w:rPr>
        <w:t xml:space="preserve">сельсовета </w:t>
      </w:r>
      <w:r>
        <w:rPr>
          <w:b/>
          <w:sz w:val="28"/>
          <w:szCs w:val="28"/>
        </w:rPr>
        <w:t xml:space="preserve">Белинского района Пензенской области </w:t>
      </w:r>
      <w:r w:rsidRPr="00C64064">
        <w:rPr>
          <w:b/>
          <w:sz w:val="28"/>
          <w:szCs w:val="28"/>
        </w:rPr>
        <w:t>решил:</w:t>
      </w:r>
    </w:p>
    <w:p w:rsidR="00B47C11" w:rsidRDefault="00B47C11" w:rsidP="000158A4">
      <w:pPr>
        <w:tabs>
          <w:tab w:val="left" w:pos="1140"/>
        </w:tabs>
        <w:jc w:val="center"/>
        <w:rPr>
          <w:sz w:val="28"/>
          <w:szCs w:val="28"/>
        </w:rPr>
      </w:pPr>
    </w:p>
    <w:p w:rsidR="00B47C11" w:rsidRPr="00071B17" w:rsidRDefault="00B47C11" w:rsidP="00071B17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1.Признать утратившим силу решение Комитета местного самоуправления Пушанинского сельсовета Белинского района Пензенской области </w:t>
      </w:r>
      <w:r w:rsidRPr="00693B90">
        <w:rPr>
          <w:sz w:val="28"/>
          <w:szCs w:val="28"/>
        </w:rPr>
        <w:t>от</w:t>
      </w:r>
      <w:r>
        <w:rPr>
          <w:sz w:val="28"/>
          <w:szCs w:val="28"/>
        </w:rPr>
        <w:t xml:space="preserve"> 29.01.2020 </w:t>
      </w:r>
      <w:r w:rsidRPr="00693B90">
        <w:rPr>
          <w:sz w:val="28"/>
          <w:szCs w:val="28"/>
        </w:rPr>
        <w:t>№</w:t>
      </w:r>
      <w:r>
        <w:rPr>
          <w:sz w:val="28"/>
          <w:szCs w:val="28"/>
        </w:rPr>
        <w:t xml:space="preserve"> 40-14-6</w:t>
      </w:r>
      <w:r w:rsidRPr="00693B90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стоимости гарантированного перечня услуг по погребению в Пушанинского сельсовете Белинского района Пензенской области</w:t>
      </w:r>
      <w:r w:rsidRPr="00693B90">
        <w:rPr>
          <w:sz w:val="28"/>
          <w:szCs w:val="28"/>
        </w:rPr>
        <w:t>».</w:t>
      </w:r>
    </w:p>
    <w:p w:rsidR="00B47C11" w:rsidRDefault="00B47C11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01.02.2021 г.</w:t>
      </w:r>
    </w:p>
    <w:p w:rsidR="00B47C11" w:rsidRDefault="00B47C11" w:rsidP="00CA4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3.Настоящее решение опубликовать в информационном бюллетене «Сельский вестник»</w:t>
      </w:r>
      <w:r w:rsidRPr="00CA4F71">
        <w:rPr>
          <w:sz w:val="28"/>
          <w:szCs w:val="28"/>
        </w:rPr>
        <w:t xml:space="preserve"> </w:t>
      </w:r>
      <w:r>
        <w:rPr>
          <w:sz w:val="28"/>
          <w:szCs w:val="28"/>
        </w:rPr>
        <w:t>и на официальном сайте Пушанинского сельсовета Белинского района Пензенской области.</w:t>
      </w:r>
    </w:p>
    <w:p w:rsidR="00B47C11" w:rsidRDefault="00B47C11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4.Контроль за выполнением настоящего решения  возложить на главу Пушанинского  сельсовета Белинского района Пензенской области.</w:t>
      </w: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>Глава Пушанинского сельсовета                            Н.Ю.Шулепина</w:t>
      </w: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5C2246">
      <w:pPr>
        <w:tabs>
          <w:tab w:val="left" w:pos="1140"/>
        </w:tabs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B47C11" w:rsidRDefault="00B47C11" w:rsidP="000158A4">
      <w:pPr>
        <w:tabs>
          <w:tab w:val="left" w:pos="1140"/>
        </w:tabs>
        <w:jc w:val="right"/>
        <w:rPr>
          <w:sz w:val="28"/>
          <w:szCs w:val="28"/>
        </w:rPr>
      </w:pPr>
    </w:p>
    <w:sectPr w:rsidR="00B47C11" w:rsidSect="0077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8A"/>
    <w:rsid w:val="000158A4"/>
    <w:rsid w:val="000401C9"/>
    <w:rsid w:val="00053C79"/>
    <w:rsid w:val="00071B17"/>
    <w:rsid w:val="00091C3E"/>
    <w:rsid w:val="000A4097"/>
    <w:rsid w:val="000F4D37"/>
    <w:rsid w:val="00182DA5"/>
    <w:rsid w:val="001915D6"/>
    <w:rsid w:val="001B1239"/>
    <w:rsid w:val="001B126C"/>
    <w:rsid w:val="001F6701"/>
    <w:rsid w:val="002166A7"/>
    <w:rsid w:val="00222347"/>
    <w:rsid w:val="00252118"/>
    <w:rsid w:val="00267656"/>
    <w:rsid w:val="002677FF"/>
    <w:rsid w:val="0028362E"/>
    <w:rsid w:val="002941B9"/>
    <w:rsid w:val="002A2948"/>
    <w:rsid w:val="002C0420"/>
    <w:rsid w:val="002F16C5"/>
    <w:rsid w:val="002F68CB"/>
    <w:rsid w:val="00301C57"/>
    <w:rsid w:val="00304ABD"/>
    <w:rsid w:val="0031019F"/>
    <w:rsid w:val="0035008A"/>
    <w:rsid w:val="003676E6"/>
    <w:rsid w:val="00371CEE"/>
    <w:rsid w:val="00390804"/>
    <w:rsid w:val="003A42FB"/>
    <w:rsid w:val="003B2CC2"/>
    <w:rsid w:val="003C0828"/>
    <w:rsid w:val="003E74FA"/>
    <w:rsid w:val="003F3E9C"/>
    <w:rsid w:val="00404015"/>
    <w:rsid w:val="004408EE"/>
    <w:rsid w:val="00446776"/>
    <w:rsid w:val="004904EE"/>
    <w:rsid w:val="004B61C2"/>
    <w:rsid w:val="00576576"/>
    <w:rsid w:val="005C2246"/>
    <w:rsid w:val="005E70EE"/>
    <w:rsid w:val="005F376A"/>
    <w:rsid w:val="00644EB8"/>
    <w:rsid w:val="00661FC9"/>
    <w:rsid w:val="00693B90"/>
    <w:rsid w:val="006A0D0D"/>
    <w:rsid w:val="006B3B4D"/>
    <w:rsid w:val="006C00E1"/>
    <w:rsid w:val="006F13EB"/>
    <w:rsid w:val="00735D48"/>
    <w:rsid w:val="007478C4"/>
    <w:rsid w:val="0075371F"/>
    <w:rsid w:val="00756E0F"/>
    <w:rsid w:val="00777879"/>
    <w:rsid w:val="007822AF"/>
    <w:rsid w:val="007B3DB0"/>
    <w:rsid w:val="007D12B1"/>
    <w:rsid w:val="007D1654"/>
    <w:rsid w:val="008031CD"/>
    <w:rsid w:val="00827E74"/>
    <w:rsid w:val="00864DC3"/>
    <w:rsid w:val="00870913"/>
    <w:rsid w:val="008A01A3"/>
    <w:rsid w:val="008A5370"/>
    <w:rsid w:val="008E77B9"/>
    <w:rsid w:val="008F37E5"/>
    <w:rsid w:val="009014F8"/>
    <w:rsid w:val="00910863"/>
    <w:rsid w:val="0095767A"/>
    <w:rsid w:val="00957D54"/>
    <w:rsid w:val="00982CA8"/>
    <w:rsid w:val="009B00F5"/>
    <w:rsid w:val="009D3EEC"/>
    <w:rsid w:val="009E02EB"/>
    <w:rsid w:val="00A04574"/>
    <w:rsid w:val="00A33A85"/>
    <w:rsid w:val="00A859D6"/>
    <w:rsid w:val="00A8606C"/>
    <w:rsid w:val="00AE0C9F"/>
    <w:rsid w:val="00B15E48"/>
    <w:rsid w:val="00B23C95"/>
    <w:rsid w:val="00B47C11"/>
    <w:rsid w:val="00BA4E1A"/>
    <w:rsid w:val="00BD6FA7"/>
    <w:rsid w:val="00C1256E"/>
    <w:rsid w:val="00C33937"/>
    <w:rsid w:val="00C34F03"/>
    <w:rsid w:val="00C36489"/>
    <w:rsid w:val="00C64064"/>
    <w:rsid w:val="00C84397"/>
    <w:rsid w:val="00C912D1"/>
    <w:rsid w:val="00CA4F71"/>
    <w:rsid w:val="00CE35FD"/>
    <w:rsid w:val="00D33EFB"/>
    <w:rsid w:val="00D57D3E"/>
    <w:rsid w:val="00D80C2C"/>
    <w:rsid w:val="00DA5B8E"/>
    <w:rsid w:val="00DC059B"/>
    <w:rsid w:val="00E04A4D"/>
    <w:rsid w:val="00E24A8F"/>
    <w:rsid w:val="00E45BDA"/>
    <w:rsid w:val="00EC0679"/>
    <w:rsid w:val="00EE36B6"/>
    <w:rsid w:val="00F47ADE"/>
    <w:rsid w:val="00F83FD3"/>
    <w:rsid w:val="00FF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94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008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500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08A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4040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6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351</Words>
  <Characters>2004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sasha</dc:creator>
  <cp:keywords/>
  <dc:description/>
  <cp:lastModifiedBy>111</cp:lastModifiedBy>
  <cp:revision>5</cp:revision>
  <cp:lastPrinted>2020-01-31T05:45:00Z</cp:lastPrinted>
  <dcterms:created xsi:type="dcterms:W3CDTF">2021-01-22T12:02:00Z</dcterms:created>
  <dcterms:modified xsi:type="dcterms:W3CDTF">2021-02-02T12:59:00Z</dcterms:modified>
</cp:coreProperties>
</file>